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4256EC3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C5E9C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="007C5E9C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9354B0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 w:rsidRPr="009354B0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9354B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9354B0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417931C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5E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5E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D1D3A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5E9C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73E89F-4866-4DB1-A26D-D04457E8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2</cp:revision>
  <cp:lastPrinted>2017-11-28T17:18:00Z</cp:lastPrinted>
  <dcterms:created xsi:type="dcterms:W3CDTF">2024-02-19T07:28:00Z</dcterms:created>
  <dcterms:modified xsi:type="dcterms:W3CDTF">2024-02-19T07:28:00Z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